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EA85DA" w14:textId="552ADB3A" w:rsidR="00BC6B99" w:rsidRDefault="003659CE" w:rsidP="00BC6B99">
      <w:pPr>
        <w:spacing w:line="360" w:lineRule="auto"/>
        <w:rPr>
          <w:lang w:val="et-EE"/>
        </w:rPr>
      </w:pPr>
      <w:r>
        <w:rPr>
          <w:lang w:val="et-EE"/>
        </w:rPr>
        <w:t>Kuusalu Vallavalitsus</w:t>
      </w:r>
    </w:p>
    <w:p w14:paraId="42F777A1" w14:textId="77777777" w:rsidR="003659CE" w:rsidRPr="006E60B0" w:rsidRDefault="003659CE" w:rsidP="003659CE">
      <w:pPr>
        <w:spacing w:line="276" w:lineRule="auto"/>
        <w:jc w:val="both"/>
        <w:rPr>
          <w:lang w:val="et-EE"/>
        </w:rPr>
      </w:pPr>
      <w:r w:rsidRPr="006E60B0">
        <w:rPr>
          <w:lang w:val="et-EE"/>
        </w:rPr>
        <w:t>Mõisa tee 17</w:t>
      </w:r>
    </w:p>
    <w:p w14:paraId="2AB53E8C" w14:textId="77777777" w:rsidR="003659CE" w:rsidRDefault="003659CE" w:rsidP="003659CE">
      <w:pPr>
        <w:spacing w:line="276" w:lineRule="auto"/>
        <w:jc w:val="both"/>
        <w:rPr>
          <w:lang w:val="et-EE"/>
        </w:rPr>
      </w:pPr>
      <w:r w:rsidRPr="006E60B0">
        <w:rPr>
          <w:lang w:val="et-EE"/>
        </w:rPr>
        <w:t>Kiiu 74604</w:t>
      </w:r>
    </w:p>
    <w:p w14:paraId="682912F0" w14:textId="77777777" w:rsidR="003659CE" w:rsidRDefault="003659CE" w:rsidP="00BC6B99">
      <w:pPr>
        <w:spacing w:line="360" w:lineRule="auto"/>
        <w:rPr>
          <w:lang w:val="et-EE"/>
        </w:rPr>
      </w:pPr>
    </w:p>
    <w:p w14:paraId="46DBA78B" w14:textId="2600FB72" w:rsidR="00C63F14" w:rsidRDefault="003659CE" w:rsidP="006724FE">
      <w:pPr>
        <w:spacing w:line="360" w:lineRule="auto"/>
        <w:jc w:val="right"/>
        <w:rPr>
          <w:lang w:val="et-EE"/>
        </w:rPr>
      </w:pPr>
      <w:r>
        <w:rPr>
          <w:lang w:val="et-EE"/>
        </w:rPr>
        <w:t>22</w:t>
      </w:r>
      <w:r w:rsidR="006724FE">
        <w:rPr>
          <w:lang w:val="et-EE"/>
        </w:rPr>
        <w:t>.</w:t>
      </w:r>
      <w:r w:rsidR="005D2CEB">
        <w:rPr>
          <w:lang w:val="et-EE"/>
        </w:rPr>
        <w:t>03</w:t>
      </w:r>
      <w:r w:rsidR="006724FE">
        <w:rPr>
          <w:lang w:val="et-EE"/>
        </w:rPr>
        <w:t>.202</w:t>
      </w:r>
      <w:r w:rsidR="005D2CEB">
        <w:rPr>
          <w:lang w:val="et-EE"/>
        </w:rPr>
        <w:t>4</w:t>
      </w:r>
      <w:r w:rsidR="006724FE">
        <w:rPr>
          <w:lang w:val="et-EE"/>
        </w:rPr>
        <w:t xml:space="preserve"> nr 1-9/</w:t>
      </w:r>
      <w:r w:rsidR="00334120">
        <w:rPr>
          <w:lang w:val="et-EE"/>
        </w:rPr>
        <w:t>64</w:t>
      </w:r>
    </w:p>
    <w:p w14:paraId="39A899DD" w14:textId="2F832175" w:rsidR="006724FE" w:rsidRDefault="006724FE" w:rsidP="002A5B27">
      <w:pPr>
        <w:spacing w:line="360" w:lineRule="auto"/>
        <w:rPr>
          <w:lang w:val="et-EE"/>
        </w:rPr>
      </w:pPr>
    </w:p>
    <w:p w14:paraId="5D85A4C2" w14:textId="78E715D6" w:rsidR="002F31D0" w:rsidRDefault="003659CE" w:rsidP="002F31D0">
      <w:pPr>
        <w:spacing w:after="160" w:line="259" w:lineRule="auto"/>
        <w:rPr>
          <w:rFonts w:eastAsia="Calibri"/>
          <w:b/>
          <w:lang w:val="et-EE"/>
        </w:rPr>
      </w:pPr>
      <w:r>
        <w:rPr>
          <w:rFonts w:eastAsia="Calibri"/>
          <w:b/>
          <w:lang w:val="et-EE"/>
        </w:rPr>
        <w:t>Nõusolek ürituse korraldamiseks</w:t>
      </w:r>
    </w:p>
    <w:p w14:paraId="45D11613" w14:textId="77777777" w:rsidR="005D2CEB" w:rsidRDefault="005D2CEB" w:rsidP="005D2CEB">
      <w:pPr>
        <w:spacing w:line="360" w:lineRule="auto"/>
        <w:jc w:val="both"/>
        <w:rPr>
          <w:rFonts w:eastAsia="Calibri"/>
          <w:b/>
          <w:lang w:val="et-EE"/>
        </w:rPr>
      </w:pPr>
    </w:p>
    <w:p w14:paraId="1C277E01" w14:textId="18B558AD" w:rsidR="007D0425" w:rsidRDefault="003659CE" w:rsidP="00C63F14">
      <w:pPr>
        <w:spacing w:line="360" w:lineRule="auto"/>
        <w:jc w:val="both"/>
        <w:rPr>
          <w:rFonts w:eastAsia="Calibri"/>
          <w:lang w:val="et-EE"/>
        </w:rPr>
      </w:pPr>
      <w:r>
        <w:rPr>
          <w:rFonts w:eastAsia="Calibri"/>
          <w:lang w:val="et-EE"/>
        </w:rPr>
        <w:t>Kolga Koo</w:t>
      </w:r>
      <w:r w:rsidR="00334120">
        <w:rPr>
          <w:rFonts w:eastAsia="Calibri"/>
          <w:lang w:val="et-EE"/>
        </w:rPr>
        <w:t>l on nõus, et kogupere sündmus KLOTSIMÖLL 2024</w:t>
      </w:r>
      <w:r>
        <w:rPr>
          <w:rFonts w:eastAsia="Calibri"/>
          <w:lang w:val="et-EE"/>
        </w:rPr>
        <w:t xml:space="preserve"> toimub Kolga Kooli ruumides 20.-21. aprillil 2024. aastal.</w:t>
      </w:r>
    </w:p>
    <w:p w14:paraId="4627CC2B" w14:textId="0017B001" w:rsidR="003659CE" w:rsidRDefault="003659CE" w:rsidP="00C63F14">
      <w:pPr>
        <w:spacing w:line="360" w:lineRule="auto"/>
        <w:jc w:val="both"/>
        <w:rPr>
          <w:rFonts w:eastAsia="Calibri"/>
          <w:lang w:val="et-EE"/>
        </w:rPr>
      </w:pPr>
    </w:p>
    <w:p w14:paraId="7B59F1CD" w14:textId="77777777" w:rsidR="003659CE" w:rsidRDefault="003659CE" w:rsidP="00C63F14">
      <w:pPr>
        <w:spacing w:line="360" w:lineRule="auto"/>
        <w:jc w:val="both"/>
        <w:rPr>
          <w:rFonts w:eastAsia="Calibri"/>
          <w:lang w:val="et-EE"/>
        </w:rPr>
      </w:pPr>
    </w:p>
    <w:p w14:paraId="5B57BE7E" w14:textId="77777777" w:rsidR="003659CE" w:rsidRDefault="003659CE" w:rsidP="00C63F14">
      <w:pPr>
        <w:spacing w:line="360" w:lineRule="auto"/>
        <w:jc w:val="both"/>
        <w:rPr>
          <w:lang w:val="et-EE"/>
        </w:rPr>
      </w:pPr>
    </w:p>
    <w:p w14:paraId="62BCF99E" w14:textId="7222B1CC" w:rsidR="00BC6B99" w:rsidRDefault="00BC6B99" w:rsidP="00C63F14">
      <w:pPr>
        <w:spacing w:line="360" w:lineRule="auto"/>
        <w:jc w:val="both"/>
        <w:rPr>
          <w:lang w:val="et-EE"/>
        </w:rPr>
      </w:pPr>
      <w:r>
        <w:rPr>
          <w:lang w:val="et-EE"/>
        </w:rPr>
        <w:t>Lugupidamisega</w:t>
      </w:r>
      <w:bookmarkStart w:id="0" w:name="_GoBack"/>
      <w:bookmarkEnd w:id="0"/>
    </w:p>
    <w:p w14:paraId="243F333B" w14:textId="77777777" w:rsidR="00C63F14" w:rsidRDefault="00C63F14" w:rsidP="00C63F14">
      <w:pPr>
        <w:spacing w:line="276" w:lineRule="auto"/>
        <w:jc w:val="both"/>
        <w:rPr>
          <w:lang w:val="et-EE"/>
        </w:rPr>
      </w:pPr>
      <w:r>
        <w:rPr>
          <w:lang w:val="et-EE"/>
        </w:rPr>
        <w:t>/allkirjastatud digitaalselt/</w:t>
      </w:r>
    </w:p>
    <w:p w14:paraId="279D3760" w14:textId="77777777" w:rsidR="00C63F14" w:rsidRDefault="00C63F14" w:rsidP="00C63F14">
      <w:pPr>
        <w:spacing w:line="276" w:lineRule="auto"/>
        <w:jc w:val="both"/>
        <w:rPr>
          <w:lang w:val="et-EE"/>
        </w:rPr>
      </w:pPr>
      <w:r>
        <w:rPr>
          <w:lang w:val="et-EE"/>
        </w:rPr>
        <w:t>Tõnu Valdma</w:t>
      </w:r>
    </w:p>
    <w:p w14:paraId="5CAFAD19" w14:textId="1D325FFA" w:rsidR="00BB29D1" w:rsidRPr="007D0425" w:rsidRDefault="00C63F14" w:rsidP="007D0425">
      <w:pPr>
        <w:spacing w:line="276" w:lineRule="auto"/>
        <w:jc w:val="both"/>
        <w:rPr>
          <w:lang w:val="et-EE"/>
        </w:rPr>
      </w:pPr>
      <w:r>
        <w:rPr>
          <w:lang w:val="et-EE"/>
        </w:rPr>
        <w:t>direktor</w:t>
      </w:r>
    </w:p>
    <w:sectPr w:rsidR="00BB29D1" w:rsidRPr="007D0425" w:rsidSect="00E43BFE">
      <w:headerReference w:type="default" r:id="rId7"/>
      <w:footerReference w:type="default" r:id="rId8"/>
      <w:pgSz w:w="11906" w:h="16838"/>
      <w:pgMar w:top="364" w:right="1133" w:bottom="0" w:left="1701" w:header="238" w:footer="5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36D992" w14:textId="77777777" w:rsidR="00C466E0" w:rsidRDefault="00C466E0">
      <w:r>
        <w:separator/>
      </w:r>
    </w:p>
  </w:endnote>
  <w:endnote w:type="continuationSeparator" w:id="0">
    <w:p w14:paraId="4CD3063D" w14:textId="77777777" w:rsidR="00C466E0" w:rsidRDefault="00C46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6EBBD6" w14:textId="0DCC17C7" w:rsidR="00EC4CFD" w:rsidRPr="005623E3" w:rsidRDefault="00B62B20" w:rsidP="00B62B20">
    <w:pPr>
      <w:rPr>
        <w:rFonts w:ascii="Garamond" w:hAnsi="Garamond"/>
        <w:sz w:val="22"/>
        <w:lang w:val="es-ES"/>
      </w:rPr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23319E1" wp14:editId="7D748B9A">
              <wp:simplePos x="0" y="0"/>
              <wp:positionH relativeFrom="column">
                <wp:posOffset>-411480</wp:posOffset>
              </wp:positionH>
              <wp:positionV relativeFrom="paragraph">
                <wp:posOffset>19685</wp:posOffset>
              </wp:positionV>
              <wp:extent cx="6127115" cy="635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1271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36307A7B" id="Line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2.4pt,1.55pt" to="450.0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" o:allowincell="f" strokeweight=".25pt">
              <v:stroke startarrowwidth="narrow" startarrowlength="short" endarrowwidth="narrow" endarrowlength="short"/>
              <o:lock v:ext="edit" shapetype="f"/>
            </v:line>
          </w:pict>
        </mc:Fallback>
      </mc:AlternateContent>
    </w:r>
    <w:r w:rsidRPr="005623E3">
      <w:rPr>
        <w:lang w:val="es-ES"/>
      </w:rPr>
      <w:t xml:space="preserve">                                                                                                                                                            </w:t>
    </w:r>
    <w:r w:rsidRPr="005623E3">
      <w:rPr>
        <w:rFonts w:ascii="Garamond" w:hAnsi="Garamond"/>
        <w:sz w:val="22"/>
        <w:lang w:val="es-ES"/>
      </w:rPr>
      <w:t xml:space="preserve"> </w:t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30"/>
      <w:gridCol w:w="3119"/>
      <w:gridCol w:w="3113"/>
    </w:tblGrid>
    <w:tr w:rsidR="00EC4CFD" w14:paraId="3CE7DFCE" w14:textId="77777777" w:rsidTr="00E43BFE">
      <w:trPr>
        <w:trHeight w:val="745"/>
      </w:trPr>
      <w:tc>
        <w:tcPr>
          <w:tcW w:w="2830" w:type="dxa"/>
        </w:tcPr>
        <w:p w14:paraId="12F4DED6" w14:textId="7520EDFE" w:rsidR="00EC4CFD" w:rsidRDefault="00EC4CFD" w:rsidP="00B62B20">
          <w:pPr>
            <w:rPr>
              <w:rFonts w:ascii="Garamond" w:hAnsi="Garamond"/>
              <w:sz w:val="22"/>
              <w:lang w:val="es-ES"/>
            </w:rPr>
          </w:pPr>
          <w:proofErr w:type="spellStart"/>
          <w:r w:rsidRPr="005623E3">
            <w:rPr>
              <w:rFonts w:ascii="Garamond" w:hAnsi="Garamond"/>
              <w:sz w:val="22"/>
              <w:lang w:val="es-ES"/>
            </w:rPr>
            <w:t>K</w:t>
          </w:r>
          <w:r>
            <w:rPr>
              <w:rFonts w:ascii="Garamond" w:hAnsi="Garamond"/>
              <w:sz w:val="22"/>
              <w:lang w:val="es-ES"/>
            </w:rPr>
            <w:t>ooli</w:t>
          </w:r>
          <w:proofErr w:type="spellEnd"/>
          <w:r>
            <w:rPr>
              <w:rFonts w:ascii="Garamond" w:hAnsi="Garamond"/>
              <w:sz w:val="22"/>
              <w:lang w:val="es-ES"/>
            </w:rPr>
            <w:t xml:space="preserve">, </w:t>
          </w:r>
          <w:proofErr w:type="spellStart"/>
          <w:r>
            <w:rPr>
              <w:rFonts w:ascii="Garamond" w:hAnsi="Garamond"/>
              <w:sz w:val="22"/>
              <w:lang w:val="es-ES"/>
            </w:rPr>
            <w:t>K</w:t>
          </w:r>
          <w:r w:rsidRPr="005623E3">
            <w:rPr>
              <w:rFonts w:ascii="Garamond" w:hAnsi="Garamond"/>
              <w:sz w:val="22"/>
              <w:lang w:val="es-ES"/>
            </w:rPr>
            <w:t>olga</w:t>
          </w:r>
          <w:proofErr w:type="spellEnd"/>
          <w:r>
            <w:rPr>
              <w:rFonts w:ascii="Garamond" w:hAnsi="Garamond"/>
              <w:sz w:val="22"/>
              <w:lang w:val="es-ES"/>
            </w:rPr>
            <w:t xml:space="preserve"> </w:t>
          </w:r>
          <w:proofErr w:type="spellStart"/>
          <w:r>
            <w:rPr>
              <w:rFonts w:ascii="Garamond" w:hAnsi="Garamond"/>
              <w:sz w:val="22"/>
              <w:lang w:val="es-ES"/>
            </w:rPr>
            <w:t>alevik</w:t>
          </w:r>
          <w:proofErr w:type="spellEnd"/>
        </w:p>
        <w:p w14:paraId="0B57207D" w14:textId="409EEBCC" w:rsidR="00EC4CFD" w:rsidRDefault="00EC4CFD" w:rsidP="00B62B20">
          <w:pPr>
            <w:rPr>
              <w:rFonts w:ascii="Garamond" w:hAnsi="Garamond"/>
              <w:sz w:val="22"/>
              <w:lang w:val="es-ES"/>
            </w:rPr>
          </w:pPr>
          <w:r w:rsidRPr="005623E3">
            <w:rPr>
              <w:rFonts w:ascii="Garamond" w:hAnsi="Garamond"/>
              <w:sz w:val="22"/>
              <w:lang w:val="es-ES"/>
            </w:rPr>
            <w:t>74602 HARJUMAA</w:t>
          </w:r>
        </w:p>
        <w:p w14:paraId="12C27236" w14:textId="0F5B8F84" w:rsidR="00EC4CFD" w:rsidRDefault="00EC4CFD" w:rsidP="00B62B20">
          <w:pPr>
            <w:rPr>
              <w:rFonts w:ascii="Garamond" w:hAnsi="Garamond"/>
              <w:sz w:val="22"/>
              <w:lang w:val="es-ES"/>
            </w:rPr>
          </w:pPr>
          <w:r>
            <w:rPr>
              <w:rFonts w:ascii="Garamond" w:hAnsi="Garamond"/>
            </w:rPr>
            <w:t>Reg.nr. 75025963</w:t>
          </w:r>
        </w:p>
      </w:tc>
      <w:tc>
        <w:tcPr>
          <w:tcW w:w="3119" w:type="dxa"/>
        </w:tcPr>
        <w:p w14:paraId="5264754F" w14:textId="3030C315" w:rsidR="00EC4CFD" w:rsidRDefault="00EC4CFD" w:rsidP="00B62B20">
          <w:pPr>
            <w:rPr>
              <w:rFonts w:ascii="Garamond" w:hAnsi="Garamond"/>
            </w:rPr>
          </w:pPr>
          <w:proofErr w:type="spellStart"/>
          <w:r w:rsidRPr="005623E3">
            <w:rPr>
              <w:rFonts w:ascii="Garamond" w:hAnsi="Garamond"/>
              <w:sz w:val="22"/>
              <w:lang w:val="es-ES"/>
            </w:rPr>
            <w:t>Telefon</w:t>
          </w:r>
          <w:proofErr w:type="spellEnd"/>
          <w:r w:rsidRPr="005623E3">
            <w:rPr>
              <w:rFonts w:ascii="Garamond" w:hAnsi="Garamond"/>
              <w:sz w:val="22"/>
              <w:lang w:val="es-ES"/>
            </w:rPr>
            <w:t xml:space="preserve"> 607 7575</w:t>
          </w:r>
          <w:r>
            <w:rPr>
              <w:rFonts w:ascii="Garamond" w:hAnsi="Garamond"/>
              <w:sz w:val="22"/>
              <w:lang w:val="es-ES"/>
            </w:rPr>
            <w:t xml:space="preserve"> </w:t>
          </w:r>
          <w:r w:rsidRPr="005623E3">
            <w:rPr>
              <w:rFonts w:ascii="Garamond" w:hAnsi="Garamond"/>
              <w:sz w:val="22"/>
              <w:lang w:val="es-ES"/>
            </w:rPr>
            <w:t>;</w:t>
          </w:r>
          <w:r>
            <w:rPr>
              <w:rFonts w:ascii="Garamond" w:hAnsi="Garamond"/>
              <w:sz w:val="22"/>
              <w:lang w:val="es-ES"/>
            </w:rPr>
            <w:t xml:space="preserve"> </w:t>
          </w:r>
          <w:r w:rsidRPr="005623E3">
            <w:rPr>
              <w:rFonts w:ascii="Garamond" w:hAnsi="Garamond"/>
              <w:sz w:val="22"/>
              <w:lang w:val="es-ES"/>
            </w:rPr>
            <w:t xml:space="preserve">607 7535 </w:t>
          </w:r>
          <w:r>
            <w:rPr>
              <w:rFonts w:ascii="Garamond" w:hAnsi="Garamond"/>
              <w:sz w:val="22"/>
              <w:lang w:val="es-ES"/>
            </w:rPr>
            <w:br/>
          </w:r>
          <w:proofErr w:type="spellStart"/>
          <w:r>
            <w:rPr>
              <w:rFonts w:ascii="Garamond" w:hAnsi="Garamond"/>
            </w:rPr>
            <w:t>E-post:kool@kolga.edu.ee</w:t>
          </w:r>
          <w:proofErr w:type="spellEnd"/>
        </w:p>
        <w:p w14:paraId="48A42AC1" w14:textId="34D3F855" w:rsidR="00EC4CFD" w:rsidRDefault="00EC4CFD" w:rsidP="00B62B20">
          <w:pPr>
            <w:rPr>
              <w:rFonts w:ascii="Garamond" w:hAnsi="Garamond"/>
              <w:sz w:val="22"/>
              <w:lang w:val="es-ES"/>
            </w:rPr>
          </w:pPr>
          <w:proofErr w:type="spellStart"/>
          <w:r>
            <w:rPr>
              <w:rFonts w:ascii="Garamond" w:hAnsi="Garamond"/>
            </w:rPr>
            <w:t>Koduleht</w:t>
          </w:r>
          <w:proofErr w:type="spellEnd"/>
          <w:r>
            <w:rPr>
              <w:rFonts w:ascii="Garamond" w:hAnsi="Garamond"/>
            </w:rPr>
            <w:t>: www.kolga.edu.ee</w:t>
          </w:r>
          <w:r w:rsidRPr="005623E3">
            <w:rPr>
              <w:rFonts w:ascii="Garamond" w:hAnsi="Garamond"/>
              <w:sz w:val="22"/>
              <w:lang w:val="es-ES"/>
            </w:rPr>
            <w:t xml:space="preserve">           </w:t>
          </w:r>
        </w:p>
      </w:tc>
      <w:tc>
        <w:tcPr>
          <w:tcW w:w="3113" w:type="dxa"/>
        </w:tcPr>
        <w:p w14:paraId="3F235628" w14:textId="77777777" w:rsidR="00EC4CFD" w:rsidRDefault="00EC4CFD" w:rsidP="00B62B20">
          <w:pPr>
            <w:rPr>
              <w:rFonts w:ascii="Garamond" w:hAnsi="Garamond"/>
              <w:sz w:val="22"/>
              <w:lang w:val="es-ES"/>
            </w:rPr>
          </w:pPr>
          <w:proofErr w:type="spellStart"/>
          <w:r w:rsidRPr="005623E3">
            <w:rPr>
              <w:rFonts w:ascii="Garamond" w:hAnsi="Garamond"/>
              <w:sz w:val="22"/>
              <w:lang w:val="es-ES"/>
            </w:rPr>
            <w:t>Kuusalu</w:t>
          </w:r>
          <w:proofErr w:type="spellEnd"/>
          <w:r w:rsidRPr="005623E3">
            <w:rPr>
              <w:rFonts w:ascii="Garamond" w:hAnsi="Garamond"/>
              <w:sz w:val="22"/>
              <w:lang w:val="es-ES"/>
            </w:rPr>
            <w:t xml:space="preserve"> </w:t>
          </w:r>
          <w:proofErr w:type="spellStart"/>
          <w:r w:rsidRPr="005623E3">
            <w:rPr>
              <w:rFonts w:ascii="Garamond" w:hAnsi="Garamond"/>
              <w:sz w:val="22"/>
              <w:lang w:val="es-ES"/>
            </w:rPr>
            <w:t>Vallavalitsus</w:t>
          </w:r>
          <w:proofErr w:type="spellEnd"/>
        </w:p>
        <w:p w14:paraId="30107290" w14:textId="77777777" w:rsidR="00EC4CFD" w:rsidRDefault="00EC4CFD" w:rsidP="00B62B20">
          <w:pPr>
            <w:rPr>
              <w:rFonts w:ascii="Garamond" w:hAnsi="Garamond"/>
              <w:sz w:val="22"/>
            </w:rPr>
          </w:pPr>
          <w:proofErr w:type="spellStart"/>
          <w:r w:rsidRPr="005623E3">
            <w:rPr>
              <w:rFonts w:ascii="Garamond" w:hAnsi="Garamond"/>
              <w:sz w:val="22"/>
              <w:lang w:val="es-ES"/>
            </w:rPr>
            <w:t>Konto</w:t>
          </w:r>
          <w:proofErr w:type="spellEnd"/>
          <w:r>
            <w:rPr>
              <w:rFonts w:ascii="Garamond" w:hAnsi="Garamond"/>
              <w:sz w:val="22"/>
              <w:lang w:val="es-ES"/>
            </w:rPr>
            <w:t xml:space="preserve">: </w:t>
          </w:r>
          <w:r w:rsidRPr="00B62B20">
            <w:rPr>
              <w:rFonts w:ascii="Garamond" w:hAnsi="Garamond"/>
              <w:sz w:val="22"/>
            </w:rPr>
            <w:t>EE742200001120050586</w:t>
          </w:r>
        </w:p>
        <w:p w14:paraId="5D08FD3C" w14:textId="0207BDC8" w:rsidR="00EC4CFD" w:rsidRDefault="00EC4CFD" w:rsidP="00B62B20">
          <w:pPr>
            <w:rPr>
              <w:rFonts w:ascii="Garamond" w:hAnsi="Garamond"/>
              <w:sz w:val="22"/>
              <w:lang w:val="es-ES"/>
            </w:rPr>
          </w:pPr>
          <w:r>
            <w:rPr>
              <w:rFonts w:ascii="Garamond" w:hAnsi="Garamond"/>
            </w:rPr>
            <w:t>Swedbank</w:t>
          </w:r>
        </w:p>
      </w:tc>
    </w:tr>
  </w:tbl>
  <w:p w14:paraId="018E7A1C" w14:textId="0381385A" w:rsidR="00B62B20" w:rsidRDefault="00B62B20">
    <w:pPr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13DA12" w14:textId="77777777" w:rsidR="00C466E0" w:rsidRDefault="00C466E0">
      <w:r>
        <w:separator/>
      </w:r>
    </w:p>
  </w:footnote>
  <w:footnote w:type="continuationSeparator" w:id="0">
    <w:p w14:paraId="44F6FF9E" w14:textId="77777777" w:rsidR="00C466E0" w:rsidRDefault="00C466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A9D1A" w14:textId="77777777" w:rsidR="00F07C56" w:rsidRDefault="00F07C56"/>
  <w:p w14:paraId="7149C0F0" w14:textId="77777777" w:rsidR="00F07C56" w:rsidRDefault="00F07C56"/>
  <w:p w14:paraId="357BB6DE" w14:textId="0253FBFD" w:rsidR="00F07C56" w:rsidRDefault="006D7EBB">
    <w:pPr>
      <w:jc w:val="center"/>
    </w:pPr>
    <w:r>
      <w:rPr>
        <w:noProof/>
        <w:lang w:val="et-EE" w:eastAsia="et-EE"/>
      </w:rPr>
      <w:drawing>
        <wp:inline distT="0" distB="0" distL="0" distR="0" wp14:anchorId="2BC02E26" wp14:editId="66396285">
          <wp:extent cx="1308100" cy="805958"/>
          <wp:effectExtent l="0" t="0" r="0" b="0"/>
          <wp:docPr id="7" name="Picture 7" descr="Shap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Shap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5969" cy="8354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AF6CC62" w14:textId="77777777" w:rsidR="00E43BFE" w:rsidRDefault="00E43BFE">
    <w:pPr>
      <w:jc w:val="center"/>
    </w:pPr>
  </w:p>
  <w:p w14:paraId="662329E7" w14:textId="39EE342A" w:rsidR="00F07C56" w:rsidRPr="00E43BFE" w:rsidRDefault="00E43BFE" w:rsidP="00E43BFE">
    <w:pPr>
      <w:rPr>
        <w:rFonts w:ascii="Garamond" w:hAnsi="Garamond"/>
        <w:sz w:val="22"/>
        <w:lang w:val="es-ES"/>
      </w:rPr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617CF6CF" wp14:editId="12153CBE">
              <wp:simplePos x="0" y="0"/>
              <wp:positionH relativeFrom="column">
                <wp:posOffset>-411480</wp:posOffset>
              </wp:positionH>
              <wp:positionV relativeFrom="paragraph">
                <wp:posOffset>19685</wp:posOffset>
              </wp:positionV>
              <wp:extent cx="6127115" cy="635"/>
              <wp:effectExtent l="0" t="0" r="0" b="0"/>
              <wp:wrapNone/>
              <wp:docPr id="6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1271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07046586" id="Line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2.4pt,1.55pt" to="450.0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" o:allowincell="f" strokeweight=".25pt">
              <v:stroke startarrowwidth="narrow" startarrowlength="short" endarrowwidth="narrow" endarrowlength="short"/>
              <o:lock v:ext="edit" shapetype="f"/>
            </v:line>
          </w:pict>
        </mc:Fallback>
      </mc:AlternateContent>
    </w:r>
    <w:r w:rsidRPr="005623E3">
      <w:rPr>
        <w:lang w:val="es-ES"/>
      </w:rPr>
      <w:t xml:space="preserve">                                                                                                                                                            </w:t>
    </w:r>
    <w:r w:rsidRPr="005623E3">
      <w:rPr>
        <w:rFonts w:ascii="Garamond" w:hAnsi="Garamond"/>
        <w:sz w:val="22"/>
        <w:lang w:val="es-ES"/>
      </w:rPr>
      <w:t xml:space="preserve"> </w:t>
    </w:r>
  </w:p>
  <w:p w14:paraId="6E0B7927" w14:textId="77777777" w:rsidR="00F07C56" w:rsidRDefault="00F07C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061FCB"/>
    <w:multiLevelType w:val="hybridMultilevel"/>
    <w:tmpl w:val="BB9AB22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954BD8"/>
    <w:multiLevelType w:val="hybridMultilevel"/>
    <w:tmpl w:val="1ED669E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E597773"/>
    <w:multiLevelType w:val="hybridMultilevel"/>
    <w:tmpl w:val="A1EEC8F2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6F31AE"/>
    <w:multiLevelType w:val="hybridMultilevel"/>
    <w:tmpl w:val="180269E2"/>
    <w:lvl w:ilvl="0" w:tplc="08090011">
      <w:start w:val="1"/>
      <w:numFmt w:val="decimal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FAB27FB"/>
    <w:multiLevelType w:val="hybridMultilevel"/>
    <w:tmpl w:val="10BC466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s-ES" w:vendorID="64" w:dllVersion="131078" w:nlCheck="1" w:checkStyle="0"/>
  <w:activeWritingStyle w:appName="MSWord" w:lang="en-US" w:vendorID="64" w:dllVersion="131078" w:nlCheck="1" w:checkStyle="0"/>
  <w:activeWritingStyle w:appName="MSWord" w:lang="es-ES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D3F"/>
    <w:rsid w:val="0001060C"/>
    <w:rsid w:val="00013008"/>
    <w:rsid w:val="00014292"/>
    <w:rsid w:val="0002049B"/>
    <w:rsid w:val="00042856"/>
    <w:rsid w:val="00042DEE"/>
    <w:rsid w:val="00074539"/>
    <w:rsid w:val="0009033E"/>
    <w:rsid w:val="0009052C"/>
    <w:rsid w:val="0009662C"/>
    <w:rsid w:val="000B3E42"/>
    <w:rsid w:val="000C0E2B"/>
    <w:rsid w:val="000C152C"/>
    <w:rsid w:val="000C5394"/>
    <w:rsid w:val="000C5FAC"/>
    <w:rsid w:val="000C7536"/>
    <w:rsid w:val="000D201C"/>
    <w:rsid w:val="000D6CFA"/>
    <w:rsid w:val="000E214F"/>
    <w:rsid w:val="000E2474"/>
    <w:rsid w:val="000E52D3"/>
    <w:rsid w:val="000E727B"/>
    <w:rsid w:val="00104C87"/>
    <w:rsid w:val="00105ABC"/>
    <w:rsid w:val="001107BA"/>
    <w:rsid w:val="00110A00"/>
    <w:rsid w:val="00120D5F"/>
    <w:rsid w:val="00122817"/>
    <w:rsid w:val="00134BE2"/>
    <w:rsid w:val="0016357C"/>
    <w:rsid w:val="001731A1"/>
    <w:rsid w:val="00175275"/>
    <w:rsid w:val="00181723"/>
    <w:rsid w:val="00182A1D"/>
    <w:rsid w:val="00183D3F"/>
    <w:rsid w:val="00186959"/>
    <w:rsid w:val="00187282"/>
    <w:rsid w:val="0019125A"/>
    <w:rsid w:val="001943CC"/>
    <w:rsid w:val="001A0CDE"/>
    <w:rsid w:val="001A0DB5"/>
    <w:rsid w:val="001B09ED"/>
    <w:rsid w:val="001B2ABE"/>
    <w:rsid w:val="001B378C"/>
    <w:rsid w:val="001C0941"/>
    <w:rsid w:val="001E70F0"/>
    <w:rsid w:val="001F0110"/>
    <w:rsid w:val="00201076"/>
    <w:rsid w:val="00203B94"/>
    <w:rsid w:val="00211E30"/>
    <w:rsid w:val="00225F1C"/>
    <w:rsid w:val="002342B8"/>
    <w:rsid w:val="00237778"/>
    <w:rsid w:val="002406DC"/>
    <w:rsid w:val="0025008B"/>
    <w:rsid w:val="00250D9C"/>
    <w:rsid w:val="002548C0"/>
    <w:rsid w:val="002624FC"/>
    <w:rsid w:val="002727D8"/>
    <w:rsid w:val="0027532D"/>
    <w:rsid w:val="00280883"/>
    <w:rsid w:val="002A01CC"/>
    <w:rsid w:val="002A5B27"/>
    <w:rsid w:val="002B3C71"/>
    <w:rsid w:val="002B3E1C"/>
    <w:rsid w:val="002B3E1E"/>
    <w:rsid w:val="002B5C27"/>
    <w:rsid w:val="002D0BC4"/>
    <w:rsid w:val="002D7FC6"/>
    <w:rsid w:val="002E6DED"/>
    <w:rsid w:val="002F0A85"/>
    <w:rsid w:val="002F31D0"/>
    <w:rsid w:val="002F5883"/>
    <w:rsid w:val="002F7C88"/>
    <w:rsid w:val="003014AD"/>
    <w:rsid w:val="00304EAB"/>
    <w:rsid w:val="0030663F"/>
    <w:rsid w:val="00320FED"/>
    <w:rsid w:val="00334120"/>
    <w:rsid w:val="0034247A"/>
    <w:rsid w:val="003659CE"/>
    <w:rsid w:val="00366F00"/>
    <w:rsid w:val="00370071"/>
    <w:rsid w:val="003930F2"/>
    <w:rsid w:val="003967DF"/>
    <w:rsid w:val="003A0C28"/>
    <w:rsid w:val="003A133A"/>
    <w:rsid w:val="003A2D4C"/>
    <w:rsid w:val="003B0938"/>
    <w:rsid w:val="003B11A3"/>
    <w:rsid w:val="003B47C4"/>
    <w:rsid w:val="003B6B30"/>
    <w:rsid w:val="003C190F"/>
    <w:rsid w:val="003C34FB"/>
    <w:rsid w:val="003E0E08"/>
    <w:rsid w:val="003F1805"/>
    <w:rsid w:val="003F1A5A"/>
    <w:rsid w:val="00402B81"/>
    <w:rsid w:val="00411CC9"/>
    <w:rsid w:val="0042626B"/>
    <w:rsid w:val="004318AF"/>
    <w:rsid w:val="004322FA"/>
    <w:rsid w:val="00437AE1"/>
    <w:rsid w:val="004542E1"/>
    <w:rsid w:val="00456A6E"/>
    <w:rsid w:val="004700E2"/>
    <w:rsid w:val="00470DF2"/>
    <w:rsid w:val="00476700"/>
    <w:rsid w:val="00477103"/>
    <w:rsid w:val="00477A04"/>
    <w:rsid w:val="00480BA8"/>
    <w:rsid w:val="00483970"/>
    <w:rsid w:val="0048425A"/>
    <w:rsid w:val="0048611C"/>
    <w:rsid w:val="004B395C"/>
    <w:rsid w:val="004B5AB5"/>
    <w:rsid w:val="004B5E22"/>
    <w:rsid w:val="004C47EE"/>
    <w:rsid w:val="004E062C"/>
    <w:rsid w:val="004E1D7C"/>
    <w:rsid w:val="004E5F4D"/>
    <w:rsid w:val="004F0896"/>
    <w:rsid w:val="004F396A"/>
    <w:rsid w:val="004F3DAC"/>
    <w:rsid w:val="00501DC8"/>
    <w:rsid w:val="00502E83"/>
    <w:rsid w:val="005155E0"/>
    <w:rsid w:val="005173B5"/>
    <w:rsid w:val="00537CFB"/>
    <w:rsid w:val="00541512"/>
    <w:rsid w:val="00545970"/>
    <w:rsid w:val="00546793"/>
    <w:rsid w:val="00551130"/>
    <w:rsid w:val="005623E3"/>
    <w:rsid w:val="00567142"/>
    <w:rsid w:val="00572B3C"/>
    <w:rsid w:val="00577622"/>
    <w:rsid w:val="00590805"/>
    <w:rsid w:val="00592F25"/>
    <w:rsid w:val="0059656B"/>
    <w:rsid w:val="005A17AE"/>
    <w:rsid w:val="005A5F80"/>
    <w:rsid w:val="005C6D06"/>
    <w:rsid w:val="005C6DE2"/>
    <w:rsid w:val="005D2CEB"/>
    <w:rsid w:val="005D438E"/>
    <w:rsid w:val="005F057E"/>
    <w:rsid w:val="005F3FA8"/>
    <w:rsid w:val="00606E9E"/>
    <w:rsid w:val="00610FAE"/>
    <w:rsid w:val="00633D4A"/>
    <w:rsid w:val="006362C1"/>
    <w:rsid w:val="006375A3"/>
    <w:rsid w:val="00640FC4"/>
    <w:rsid w:val="00653109"/>
    <w:rsid w:val="00655578"/>
    <w:rsid w:val="00657F91"/>
    <w:rsid w:val="006640CF"/>
    <w:rsid w:val="006724FE"/>
    <w:rsid w:val="006749B7"/>
    <w:rsid w:val="006807F3"/>
    <w:rsid w:val="006957E1"/>
    <w:rsid w:val="006A148F"/>
    <w:rsid w:val="006A2052"/>
    <w:rsid w:val="006A2DF7"/>
    <w:rsid w:val="006A635E"/>
    <w:rsid w:val="006B028D"/>
    <w:rsid w:val="006B5999"/>
    <w:rsid w:val="006B7DCA"/>
    <w:rsid w:val="006D703A"/>
    <w:rsid w:val="006D7574"/>
    <w:rsid w:val="006D7EBB"/>
    <w:rsid w:val="006E1C84"/>
    <w:rsid w:val="006E1EF2"/>
    <w:rsid w:val="006E713E"/>
    <w:rsid w:val="006F3DBE"/>
    <w:rsid w:val="006F3F9D"/>
    <w:rsid w:val="006F406D"/>
    <w:rsid w:val="00705E4A"/>
    <w:rsid w:val="00706236"/>
    <w:rsid w:val="00710E3D"/>
    <w:rsid w:val="00720DEF"/>
    <w:rsid w:val="00721311"/>
    <w:rsid w:val="007233C9"/>
    <w:rsid w:val="007275F0"/>
    <w:rsid w:val="0073554E"/>
    <w:rsid w:val="007415BA"/>
    <w:rsid w:val="00747393"/>
    <w:rsid w:val="007652E2"/>
    <w:rsid w:val="007846AC"/>
    <w:rsid w:val="007A2BF4"/>
    <w:rsid w:val="007B09F4"/>
    <w:rsid w:val="007B6464"/>
    <w:rsid w:val="007B7BB0"/>
    <w:rsid w:val="007C1570"/>
    <w:rsid w:val="007C2D78"/>
    <w:rsid w:val="007C65C0"/>
    <w:rsid w:val="007D0425"/>
    <w:rsid w:val="007F2F31"/>
    <w:rsid w:val="007F3E44"/>
    <w:rsid w:val="007F4401"/>
    <w:rsid w:val="007F467F"/>
    <w:rsid w:val="007F6DA9"/>
    <w:rsid w:val="00805A0B"/>
    <w:rsid w:val="0081509F"/>
    <w:rsid w:val="00815A75"/>
    <w:rsid w:val="00821D13"/>
    <w:rsid w:val="0082673F"/>
    <w:rsid w:val="008267AC"/>
    <w:rsid w:val="00833FC5"/>
    <w:rsid w:val="00856E7B"/>
    <w:rsid w:val="00862035"/>
    <w:rsid w:val="0086266E"/>
    <w:rsid w:val="00867055"/>
    <w:rsid w:val="00893DD0"/>
    <w:rsid w:val="008972B4"/>
    <w:rsid w:val="008B395A"/>
    <w:rsid w:val="008C0E30"/>
    <w:rsid w:val="008D1977"/>
    <w:rsid w:val="008D773A"/>
    <w:rsid w:val="008E2B48"/>
    <w:rsid w:val="008E4858"/>
    <w:rsid w:val="008F0CC3"/>
    <w:rsid w:val="008F0ED5"/>
    <w:rsid w:val="008F4D80"/>
    <w:rsid w:val="009008E5"/>
    <w:rsid w:val="00907691"/>
    <w:rsid w:val="00917D80"/>
    <w:rsid w:val="00920357"/>
    <w:rsid w:val="009303C1"/>
    <w:rsid w:val="009368C7"/>
    <w:rsid w:val="009431FC"/>
    <w:rsid w:val="009439DE"/>
    <w:rsid w:val="00945531"/>
    <w:rsid w:val="00945734"/>
    <w:rsid w:val="00951940"/>
    <w:rsid w:val="009668C9"/>
    <w:rsid w:val="00981ACA"/>
    <w:rsid w:val="00990D74"/>
    <w:rsid w:val="009A0CF1"/>
    <w:rsid w:val="009B6B88"/>
    <w:rsid w:val="009C3A33"/>
    <w:rsid w:val="009C3B09"/>
    <w:rsid w:val="009C5690"/>
    <w:rsid w:val="009D17D5"/>
    <w:rsid w:val="009D1B6F"/>
    <w:rsid w:val="009E0E0A"/>
    <w:rsid w:val="009E3726"/>
    <w:rsid w:val="009E6988"/>
    <w:rsid w:val="00A068AF"/>
    <w:rsid w:val="00A075B7"/>
    <w:rsid w:val="00A075F6"/>
    <w:rsid w:val="00A131E5"/>
    <w:rsid w:val="00A1552A"/>
    <w:rsid w:val="00A16C6C"/>
    <w:rsid w:val="00A72796"/>
    <w:rsid w:val="00A8680D"/>
    <w:rsid w:val="00A93D14"/>
    <w:rsid w:val="00A9744B"/>
    <w:rsid w:val="00AA7B21"/>
    <w:rsid w:val="00AB2E5D"/>
    <w:rsid w:val="00AB5D0F"/>
    <w:rsid w:val="00AC35BF"/>
    <w:rsid w:val="00AD4B80"/>
    <w:rsid w:val="00AE7529"/>
    <w:rsid w:val="00AF62F4"/>
    <w:rsid w:val="00AF6F7F"/>
    <w:rsid w:val="00B04633"/>
    <w:rsid w:val="00B162E9"/>
    <w:rsid w:val="00B203C6"/>
    <w:rsid w:val="00B23149"/>
    <w:rsid w:val="00B30118"/>
    <w:rsid w:val="00B33953"/>
    <w:rsid w:val="00B477C7"/>
    <w:rsid w:val="00B52E5B"/>
    <w:rsid w:val="00B6171D"/>
    <w:rsid w:val="00B61B08"/>
    <w:rsid w:val="00B62B20"/>
    <w:rsid w:val="00B63223"/>
    <w:rsid w:val="00B66AD8"/>
    <w:rsid w:val="00B8699A"/>
    <w:rsid w:val="00B86BDB"/>
    <w:rsid w:val="00BA0299"/>
    <w:rsid w:val="00BA7C33"/>
    <w:rsid w:val="00BA7FFC"/>
    <w:rsid w:val="00BB29D1"/>
    <w:rsid w:val="00BB3456"/>
    <w:rsid w:val="00BB3EFF"/>
    <w:rsid w:val="00BB56C9"/>
    <w:rsid w:val="00BB6005"/>
    <w:rsid w:val="00BC3281"/>
    <w:rsid w:val="00BC6B99"/>
    <w:rsid w:val="00BE614C"/>
    <w:rsid w:val="00C0074F"/>
    <w:rsid w:val="00C07D11"/>
    <w:rsid w:val="00C11ADC"/>
    <w:rsid w:val="00C26E1C"/>
    <w:rsid w:val="00C466E0"/>
    <w:rsid w:val="00C512D8"/>
    <w:rsid w:val="00C5796D"/>
    <w:rsid w:val="00C63F14"/>
    <w:rsid w:val="00C6444D"/>
    <w:rsid w:val="00C95261"/>
    <w:rsid w:val="00C957AB"/>
    <w:rsid w:val="00C95812"/>
    <w:rsid w:val="00C96DCB"/>
    <w:rsid w:val="00CA587D"/>
    <w:rsid w:val="00CB006A"/>
    <w:rsid w:val="00CB28FC"/>
    <w:rsid w:val="00CC0141"/>
    <w:rsid w:val="00CC033B"/>
    <w:rsid w:val="00CD0176"/>
    <w:rsid w:val="00CD65E1"/>
    <w:rsid w:val="00CD75AF"/>
    <w:rsid w:val="00CE5843"/>
    <w:rsid w:val="00CF1E2A"/>
    <w:rsid w:val="00D21575"/>
    <w:rsid w:val="00D25443"/>
    <w:rsid w:val="00D2608F"/>
    <w:rsid w:val="00D27279"/>
    <w:rsid w:val="00D31C03"/>
    <w:rsid w:val="00D43597"/>
    <w:rsid w:val="00D45A05"/>
    <w:rsid w:val="00D536B8"/>
    <w:rsid w:val="00D60336"/>
    <w:rsid w:val="00D64988"/>
    <w:rsid w:val="00D75E75"/>
    <w:rsid w:val="00D8334F"/>
    <w:rsid w:val="00D939C3"/>
    <w:rsid w:val="00DA49C5"/>
    <w:rsid w:val="00DA61EE"/>
    <w:rsid w:val="00DA7703"/>
    <w:rsid w:val="00DB4560"/>
    <w:rsid w:val="00DB4A76"/>
    <w:rsid w:val="00DC3418"/>
    <w:rsid w:val="00DC6D97"/>
    <w:rsid w:val="00DD0FEF"/>
    <w:rsid w:val="00DE17D0"/>
    <w:rsid w:val="00DF22DE"/>
    <w:rsid w:val="00DF6049"/>
    <w:rsid w:val="00E00D37"/>
    <w:rsid w:val="00E017D8"/>
    <w:rsid w:val="00E03072"/>
    <w:rsid w:val="00E12013"/>
    <w:rsid w:val="00E13A90"/>
    <w:rsid w:val="00E1543E"/>
    <w:rsid w:val="00E17D7E"/>
    <w:rsid w:val="00E27AE9"/>
    <w:rsid w:val="00E32927"/>
    <w:rsid w:val="00E43BFE"/>
    <w:rsid w:val="00E50E71"/>
    <w:rsid w:val="00E54929"/>
    <w:rsid w:val="00E57B88"/>
    <w:rsid w:val="00E60F88"/>
    <w:rsid w:val="00E66D99"/>
    <w:rsid w:val="00E73DD4"/>
    <w:rsid w:val="00E855C7"/>
    <w:rsid w:val="00E90CF6"/>
    <w:rsid w:val="00E947B0"/>
    <w:rsid w:val="00EA72DC"/>
    <w:rsid w:val="00EC3A78"/>
    <w:rsid w:val="00EC3B5E"/>
    <w:rsid w:val="00EC4CFD"/>
    <w:rsid w:val="00EC6380"/>
    <w:rsid w:val="00EE1083"/>
    <w:rsid w:val="00F01707"/>
    <w:rsid w:val="00F07C56"/>
    <w:rsid w:val="00F21C3F"/>
    <w:rsid w:val="00F31509"/>
    <w:rsid w:val="00F31A4D"/>
    <w:rsid w:val="00F37F6E"/>
    <w:rsid w:val="00F5563F"/>
    <w:rsid w:val="00F5747A"/>
    <w:rsid w:val="00F74B30"/>
    <w:rsid w:val="00F8080E"/>
    <w:rsid w:val="00F808A6"/>
    <w:rsid w:val="00F82E5A"/>
    <w:rsid w:val="00F8400F"/>
    <w:rsid w:val="00F926EF"/>
    <w:rsid w:val="00F9654D"/>
    <w:rsid w:val="00FA2332"/>
    <w:rsid w:val="00FA6BF0"/>
    <w:rsid w:val="00FB71E4"/>
    <w:rsid w:val="00FC297E"/>
    <w:rsid w:val="00FC5D36"/>
    <w:rsid w:val="00FC6C5D"/>
    <w:rsid w:val="00FF3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D7ABD4"/>
  <w15:chartTrackingRefBased/>
  <w15:docId w15:val="{92D554AE-1856-744F-B213-F4667F169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17D5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  <w:lang w:val="et-EE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Pr>
      <w:sz w:val="28"/>
      <w:szCs w:val="20"/>
      <w:lang w:val="et-EE"/>
    </w:rPr>
  </w:style>
  <w:style w:type="paragraph" w:styleId="BodyText">
    <w:name w:val="Body Text"/>
    <w:basedOn w:val="Normal"/>
    <w:rPr>
      <w:b/>
      <w:sz w:val="2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9C569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6E1C84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6E1C84"/>
    <w:rPr>
      <w:b/>
      <w:bCs/>
    </w:rPr>
  </w:style>
  <w:style w:type="character" w:styleId="Hyperlink">
    <w:name w:val="Hyperlink"/>
    <w:rsid w:val="00EC638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957AB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rsid w:val="00EC4C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81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Documents\K&#228;skkirjad\29&#24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29õ</Template>
  <TotalTime>11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                                                                        </vt:lpstr>
      <vt:lpstr>                                                                        </vt:lpstr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</dc:title>
  <dc:subject/>
  <dc:creator>Harju Maavalitsus</dc:creator>
  <cp:keywords/>
  <cp:lastModifiedBy>Sekretär</cp:lastModifiedBy>
  <cp:revision>4</cp:revision>
  <cp:lastPrinted>2010-09-13T07:28:00Z</cp:lastPrinted>
  <dcterms:created xsi:type="dcterms:W3CDTF">2024-03-21T15:00:00Z</dcterms:created>
  <dcterms:modified xsi:type="dcterms:W3CDTF">2024-03-22T07:32:00Z</dcterms:modified>
</cp:coreProperties>
</file>